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C6765F" w:rsidRPr="000A63AF" w14:paraId="0E33E6A3" w14:textId="77777777" w:rsidTr="00D27DA8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543BE07C" w14:textId="01DD7ABF" w:rsidR="00C55B29" w:rsidRPr="00226418" w:rsidRDefault="00226418" w:rsidP="00431275">
            <w:pPr>
              <w:spacing w:before="120" w:after="0"/>
              <w:rPr>
                <w:rFonts w:ascii="Century Gothic" w:hAnsi="Century Gothic" w:cs="Tahoma"/>
              </w:rPr>
            </w:pPr>
            <w:r w:rsidRPr="00226418">
              <w:rPr>
                <w:rFonts w:ascii="Century Gothic" w:hAnsi="Century Gothic" w:cs="Tahoma"/>
              </w:rPr>
              <w:t>It takes Brian 2½ hours travelling at 40mph to get to a conference.  Work out the distance Brian travelled.</w:t>
            </w: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7A4651" w:rsidRDefault="00C6765F" w:rsidP="00A1371A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7A4651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52543EFF" w14:textId="75CE89F7" w:rsidR="00823ACE" w:rsidRPr="00F55161" w:rsidRDefault="007A4651" w:rsidP="007A4651">
            <w:pPr>
              <w:spacing w:before="120" w:after="0"/>
              <w:rPr>
                <w:rFonts w:ascii="Century Gothic" w:hAnsi="Century Gothic" w:cs="Tahoma"/>
              </w:rPr>
            </w:pPr>
            <w:r w:rsidRPr="00F55161">
              <w:rPr>
                <w:rFonts w:ascii="Century Gothic" w:hAnsi="Century Gothic" w:cs="Tahoma"/>
              </w:rPr>
              <w:t>Fi</w:t>
            </w:r>
            <w:r w:rsidR="00823ACE" w:rsidRPr="00F55161">
              <w:rPr>
                <w:rFonts w:ascii="Century Gothic" w:hAnsi="Century Gothic" w:cs="Tahoma"/>
              </w:rPr>
              <w:t xml:space="preserve">nd </w:t>
            </w:r>
            <w:r w:rsidR="00F55161" w:rsidRPr="00F55161">
              <w:rPr>
                <w:rFonts w:ascii="Century Gothic" w:hAnsi="Century Gothic" w:cs="Tahoma"/>
              </w:rPr>
              <w:t>15% of £48</w:t>
            </w:r>
          </w:p>
          <w:p w14:paraId="0501AA8F" w14:textId="77777777" w:rsidR="00823ACE" w:rsidRPr="007A4651" w:rsidRDefault="00823ACE" w:rsidP="00823ACE">
            <w:pPr>
              <w:rPr>
                <w:rFonts w:ascii="Century Gothic" w:hAnsi="Century Gothic" w:cs="Tahoma"/>
              </w:rPr>
            </w:pPr>
          </w:p>
          <w:p w14:paraId="1B5E5D74" w14:textId="74491537" w:rsidR="00C6765F" w:rsidRPr="007A4651" w:rsidRDefault="00C6765F" w:rsidP="00F55161">
            <w:pPr>
              <w:rPr>
                <w:rFonts w:ascii="Century Gothic" w:eastAsiaTheme="minorEastAsia" w:hAnsi="Century Gothic" w:cs="Tahoma"/>
              </w:rPr>
            </w:pPr>
          </w:p>
        </w:tc>
      </w:tr>
      <w:tr w:rsidR="00C6765F" w:rsidRPr="00C240D5" w14:paraId="02717925" w14:textId="77777777" w:rsidTr="00536AAE">
        <w:trPr>
          <w:trHeight w:val="1841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68168FC7" w14:textId="76E27688" w:rsidR="00823ACE" w:rsidRPr="007A4651" w:rsidRDefault="00823ACE" w:rsidP="007A4651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7A4651">
              <w:rPr>
                <w:rFonts w:ascii="Century Gothic" w:eastAsiaTheme="minorEastAsia" w:hAnsi="Century Gothic" w:cs="Tahoma"/>
                <w:noProof/>
              </w:rPr>
              <w:t xml:space="preserve">Find the value of the expression when </w:t>
            </w:r>
            <m:oMath>
              <m:r>
                <w:rPr>
                  <w:rFonts w:ascii="Cambria Math" w:eastAsiaTheme="minorEastAsia" w:hAnsi="Cambria Math" w:cs="Tahoma"/>
                  <w:noProof/>
                </w:rPr>
                <m:t>x=3</m:t>
              </m:r>
            </m:oMath>
          </w:p>
          <w:p w14:paraId="7170615B" w14:textId="77777777" w:rsidR="00536AAE" w:rsidRPr="00536AAE" w:rsidRDefault="00536AAE" w:rsidP="00536AAE">
            <w:pPr>
              <w:spacing w:after="0"/>
              <w:rPr>
                <w:rFonts w:ascii="Century Gothic" w:eastAsiaTheme="minorEastAsia" w:hAnsi="Century Gothic" w:cs="Tahoma"/>
                <w:noProof/>
              </w:rPr>
            </w:pPr>
          </w:p>
          <w:p w14:paraId="683B8A61" w14:textId="20E6FDC3" w:rsidR="00665D34" w:rsidRPr="007A4651" w:rsidRDefault="00B121BC" w:rsidP="00536AAE">
            <w:pPr>
              <w:spacing w:after="0"/>
              <w:rPr>
                <w:rFonts w:ascii="Century Gothic" w:eastAsiaTheme="minorEastAsia" w:hAnsi="Century Gothic" w:cs="Tahoma"/>
                <w:noProof/>
              </w:rPr>
            </w:pPr>
            <m:oMath>
              <m:r>
                <w:rPr>
                  <w:rFonts w:ascii="Cambria Math" w:eastAsiaTheme="minorEastAsia" w:hAnsi="Cambria Math" w:cs="Tahoma"/>
                  <w:noProof/>
                </w:rPr>
                <m:t>4+</m:t>
              </m:r>
              <m:r>
                <w:rPr>
                  <w:rFonts w:ascii="Cambria Math" w:eastAsiaTheme="minorEastAsia" w:hAnsi="Cambria Math" w:cs="Tahoma"/>
                  <w:noProof/>
                </w:rPr>
                <m:t>5x=</m:t>
              </m:r>
            </m:oMath>
            <w:r w:rsidR="00C60D83" w:rsidRPr="007A4651">
              <w:rPr>
                <w:rFonts w:ascii="Century Gothic" w:eastAsiaTheme="minorEastAsia" w:hAnsi="Century Gothic" w:cs="Tahoma"/>
                <w:noProof/>
              </w:rPr>
              <w:t xml:space="preserve">          </w: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7A4651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7A4651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4A08D395" w14:textId="77777777" w:rsidR="00C97FA1" w:rsidRPr="007A4651" w:rsidRDefault="00C97FA1" w:rsidP="007A4651">
            <w:pPr>
              <w:spacing w:before="120" w:after="0"/>
              <w:rPr>
                <w:rFonts w:ascii="Century Gothic" w:hAnsi="Century Gothic" w:cs="Tahoma"/>
              </w:rPr>
            </w:pPr>
            <w:r w:rsidRPr="007A4651">
              <w:rPr>
                <w:rFonts w:ascii="Century Gothic" w:hAnsi="Century Gothic" w:cs="Tahoma"/>
              </w:rPr>
              <w:t>Factorise:</w:t>
            </w:r>
          </w:p>
          <w:p w14:paraId="2D28F36B" w14:textId="77777777" w:rsidR="00B121BC" w:rsidRPr="00742D33" w:rsidRDefault="00B121BC" w:rsidP="00B121BC">
            <w:pPr>
              <w:rPr>
                <w:rFonts w:ascii="Tahoma" w:eastAsiaTheme="minorEastAsia" w:hAnsi="Tahoma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ahoma"/>
                  </w:rPr>
                  <m:t>+8x+15</m:t>
                </m:r>
              </m:oMath>
            </m:oMathPara>
          </w:p>
          <w:p w14:paraId="2AF50B53" w14:textId="170F2465" w:rsidR="00C97FA1" w:rsidRPr="007A4651" w:rsidRDefault="00C97FA1" w:rsidP="00C97FA1">
            <w:pPr>
              <w:rPr>
                <w:rFonts w:ascii="Century Gothic" w:eastAsiaTheme="minorEastAsia" w:hAnsi="Century Gothic" w:cs="Tahom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="Tahoma"/>
                  </w:rPr>
                  <w:br/>
                </m:r>
              </m:oMath>
            </m:oMathPara>
          </w:p>
          <w:p w14:paraId="35867634" w14:textId="530823E8" w:rsidR="00C6765F" w:rsidRPr="007A4651" w:rsidRDefault="00C6765F" w:rsidP="00F35C69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24DB5AE8" w:rsidR="009F6C6A" w:rsidRDefault="007516C1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22752" behindDoc="0" locked="0" layoutInCell="1" allowOverlap="1" wp14:anchorId="569AC525" wp14:editId="7492D789">
                  <wp:simplePos x="0" y="0"/>
                  <wp:positionH relativeFrom="column">
                    <wp:posOffset>2043293</wp:posOffset>
                  </wp:positionH>
                  <wp:positionV relativeFrom="paragraph">
                    <wp:posOffset>99623</wp:posOffset>
                  </wp:positionV>
                  <wp:extent cx="371475" cy="371475"/>
                  <wp:effectExtent l="0" t="0" r="9525" b="9525"/>
                  <wp:wrapSquare wrapText="bothSides"/>
                  <wp:docPr id="2" name="Picture 2" descr="Image result for calculato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lculato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2"/>
                          <a:stretch/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6C6A"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E43D6E"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="009F6C6A"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058B212E" w:rsidR="00C6765F" w:rsidRPr="009F6C6A" w:rsidRDefault="00326247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06F94F21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721424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6FAF"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4584A42C" wp14:editId="0C9B0A3F">
                  <wp:extent cx="838200" cy="994937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94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4541C622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A06746">
        <w:rPr>
          <w:rFonts w:ascii="Segoe Print" w:hAnsi="Segoe Print"/>
          <w:b/>
          <w:sz w:val="24"/>
        </w:rPr>
        <w:t>9</w:t>
      </w:r>
      <w:r w:rsidR="00950AD6">
        <w:rPr>
          <w:rFonts w:ascii="Segoe Print" w:hAnsi="Segoe Print"/>
          <w:b/>
          <w:sz w:val="24"/>
        </w:rPr>
        <w:t>.</w:t>
      </w:r>
      <w:r w:rsidR="004718A5"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10BFCF5C" w14:textId="4D482348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p w14:paraId="637E6A0E" w14:textId="7AB37AA8" w:rsidR="00536AAE" w:rsidRDefault="00536AAE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p w14:paraId="52756768" w14:textId="7D0CDBAA" w:rsidR="00536AAE" w:rsidRDefault="00536AAE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p w14:paraId="7154159F" w14:textId="77777777" w:rsidR="00536AAE" w:rsidRDefault="00536AAE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4718A5" w:rsidRPr="000A63AF" w14:paraId="624988B0" w14:textId="77777777" w:rsidTr="00EA5960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739F2014" w14:textId="77777777" w:rsidR="004718A5" w:rsidRPr="00C240D5" w:rsidRDefault="004718A5" w:rsidP="004718A5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3A9EA29E" w14:textId="77777777" w:rsidR="004718A5" w:rsidRPr="00226418" w:rsidRDefault="004718A5" w:rsidP="004718A5">
            <w:pPr>
              <w:spacing w:before="120" w:after="0"/>
              <w:rPr>
                <w:rFonts w:ascii="Century Gothic" w:hAnsi="Century Gothic" w:cs="Tahoma"/>
              </w:rPr>
            </w:pPr>
            <w:r w:rsidRPr="00226418">
              <w:rPr>
                <w:rFonts w:ascii="Century Gothic" w:hAnsi="Century Gothic" w:cs="Tahoma"/>
              </w:rPr>
              <w:t>It takes Brian 2½ hours travelling at 40mph to get to a conference.  Work out the distance Brian travelled.</w:t>
            </w:r>
          </w:p>
        </w:tc>
        <w:tc>
          <w:tcPr>
            <w:tcW w:w="567" w:type="dxa"/>
            <w:tcBorders>
              <w:right w:val="nil"/>
            </w:tcBorders>
          </w:tcPr>
          <w:p w14:paraId="72D14AE8" w14:textId="77777777" w:rsidR="004718A5" w:rsidRPr="007A4651" w:rsidRDefault="004718A5" w:rsidP="004718A5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7A4651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6233995F" w14:textId="77777777" w:rsidR="004718A5" w:rsidRPr="00F55161" w:rsidRDefault="004718A5" w:rsidP="004718A5">
            <w:pPr>
              <w:spacing w:before="120" w:after="0"/>
              <w:rPr>
                <w:rFonts w:ascii="Century Gothic" w:hAnsi="Century Gothic" w:cs="Tahoma"/>
              </w:rPr>
            </w:pPr>
            <w:r w:rsidRPr="00F55161">
              <w:rPr>
                <w:rFonts w:ascii="Century Gothic" w:hAnsi="Century Gothic" w:cs="Tahoma"/>
              </w:rPr>
              <w:t>Find 15% of £48</w:t>
            </w:r>
          </w:p>
          <w:p w14:paraId="708FAB59" w14:textId="77777777" w:rsidR="004718A5" w:rsidRPr="007A4651" w:rsidRDefault="004718A5" w:rsidP="004718A5">
            <w:pPr>
              <w:rPr>
                <w:rFonts w:ascii="Century Gothic" w:hAnsi="Century Gothic" w:cs="Tahoma"/>
              </w:rPr>
            </w:pPr>
          </w:p>
          <w:p w14:paraId="52AD6D5E" w14:textId="77777777" w:rsidR="004718A5" w:rsidRPr="007A4651" w:rsidRDefault="004718A5" w:rsidP="004718A5">
            <w:pPr>
              <w:rPr>
                <w:rFonts w:ascii="Century Gothic" w:eastAsiaTheme="minorEastAsia" w:hAnsi="Century Gothic" w:cs="Tahoma"/>
              </w:rPr>
            </w:pPr>
          </w:p>
        </w:tc>
      </w:tr>
      <w:tr w:rsidR="004718A5" w:rsidRPr="00C240D5" w14:paraId="56A5807D" w14:textId="77777777" w:rsidTr="00EA5960">
        <w:trPr>
          <w:trHeight w:val="1841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A0DA41A" w14:textId="77777777" w:rsidR="004718A5" w:rsidRPr="00C240D5" w:rsidRDefault="004718A5" w:rsidP="004718A5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385D3CF5" w14:textId="77777777" w:rsidR="004718A5" w:rsidRPr="007A4651" w:rsidRDefault="004718A5" w:rsidP="004718A5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7A4651">
              <w:rPr>
                <w:rFonts w:ascii="Century Gothic" w:eastAsiaTheme="minorEastAsia" w:hAnsi="Century Gothic" w:cs="Tahoma"/>
                <w:noProof/>
              </w:rPr>
              <w:t xml:space="preserve">Find the value of the expression when </w:t>
            </w:r>
            <m:oMath>
              <m:r>
                <w:rPr>
                  <w:rFonts w:ascii="Cambria Math" w:eastAsiaTheme="minorEastAsia" w:hAnsi="Cambria Math" w:cs="Tahoma"/>
                  <w:noProof/>
                </w:rPr>
                <m:t>x=3</m:t>
              </m:r>
            </m:oMath>
          </w:p>
          <w:p w14:paraId="6BF84FBA" w14:textId="4DDF6FE4" w:rsidR="004718A5" w:rsidRPr="00536AAE" w:rsidRDefault="004718A5" w:rsidP="004718A5">
            <w:pPr>
              <w:spacing w:after="0"/>
              <w:rPr>
                <w:rFonts w:ascii="Century Gothic" w:eastAsiaTheme="minorEastAsia" w:hAnsi="Century Gothic" w:cs="Tahoma"/>
                <w:noProof/>
              </w:rPr>
            </w:pPr>
          </w:p>
          <w:p w14:paraId="301792C6" w14:textId="77777777" w:rsidR="004718A5" w:rsidRPr="007A4651" w:rsidRDefault="004718A5" w:rsidP="004718A5">
            <w:pPr>
              <w:spacing w:after="0"/>
              <w:rPr>
                <w:rFonts w:ascii="Century Gothic" w:eastAsiaTheme="minorEastAsia" w:hAnsi="Century Gothic" w:cs="Tahoma"/>
                <w:noProof/>
              </w:rPr>
            </w:pPr>
            <m:oMath>
              <m:r>
                <w:rPr>
                  <w:rFonts w:ascii="Cambria Math" w:eastAsiaTheme="minorEastAsia" w:hAnsi="Cambria Math" w:cs="Tahoma"/>
                  <w:noProof/>
                </w:rPr>
                <m:t>4+</m:t>
              </m:r>
              <m:r>
                <w:rPr>
                  <w:rFonts w:ascii="Cambria Math" w:eastAsiaTheme="minorEastAsia" w:hAnsi="Cambria Math" w:cs="Tahoma"/>
                  <w:noProof/>
                </w:rPr>
                <m:t>5x=</m:t>
              </m:r>
            </m:oMath>
            <w:r w:rsidRPr="007A4651">
              <w:rPr>
                <w:rFonts w:ascii="Century Gothic" w:eastAsiaTheme="minorEastAsia" w:hAnsi="Century Gothic" w:cs="Tahoma"/>
                <w:noProof/>
              </w:rPr>
              <w:t xml:space="preserve">          </w: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136687AE" w14:textId="77777777" w:rsidR="004718A5" w:rsidRPr="007A4651" w:rsidRDefault="004718A5" w:rsidP="004718A5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7A4651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5F6FD834" w14:textId="77777777" w:rsidR="004718A5" w:rsidRPr="007A4651" w:rsidRDefault="004718A5" w:rsidP="004718A5">
            <w:pPr>
              <w:spacing w:before="120" w:after="0"/>
              <w:rPr>
                <w:rFonts w:ascii="Century Gothic" w:hAnsi="Century Gothic" w:cs="Tahoma"/>
              </w:rPr>
            </w:pPr>
            <w:r w:rsidRPr="007A4651">
              <w:rPr>
                <w:rFonts w:ascii="Century Gothic" w:hAnsi="Century Gothic" w:cs="Tahoma"/>
              </w:rPr>
              <w:t>Factorise:</w:t>
            </w:r>
          </w:p>
          <w:p w14:paraId="60C6335B" w14:textId="77777777" w:rsidR="004718A5" w:rsidRPr="00742D33" w:rsidRDefault="004718A5" w:rsidP="004718A5">
            <w:pPr>
              <w:rPr>
                <w:rFonts w:ascii="Tahoma" w:eastAsiaTheme="minorEastAsia" w:hAnsi="Tahoma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ahoma"/>
                  </w:rPr>
                  <m:t>+8x+15</m:t>
                </m:r>
              </m:oMath>
            </m:oMathPara>
          </w:p>
          <w:p w14:paraId="2EAD1C8D" w14:textId="77777777" w:rsidR="004718A5" w:rsidRPr="007A4651" w:rsidRDefault="004718A5" w:rsidP="004718A5">
            <w:pPr>
              <w:rPr>
                <w:rFonts w:ascii="Century Gothic" w:eastAsiaTheme="minorEastAsia" w:hAnsi="Century Gothic" w:cs="Tahom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="Tahoma"/>
                  </w:rPr>
                  <w:br/>
                </m:r>
              </m:oMath>
            </m:oMathPara>
          </w:p>
          <w:p w14:paraId="422D15AE" w14:textId="77777777" w:rsidR="004718A5" w:rsidRPr="007A4651" w:rsidRDefault="004718A5" w:rsidP="004718A5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4718A5" w:rsidRPr="00C240D5" w14:paraId="4A0C3C86" w14:textId="77777777" w:rsidTr="00EA5960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263F11CE" w14:textId="77777777" w:rsidR="004718A5" w:rsidRPr="00C240D5" w:rsidRDefault="004718A5" w:rsidP="004718A5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5C9ACFDF" w14:textId="77777777" w:rsidR="004718A5" w:rsidRDefault="004718A5" w:rsidP="004718A5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27872" behindDoc="0" locked="0" layoutInCell="1" allowOverlap="1" wp14:anchorId="487D9B8F" wp14:editId="15C59465">
                  <wp:simplePos x="0" y="0"/>
                  <wp:positionH relativeFrom="column">
                    <wp:posOffset>2043293</wp:posOffset>
                  </wp:positionH>
                  <wp:positionV relativeFrom="paragraph">
                    <wp:posOffset>99623</wp:posOffset>
                  </wp:positionV>
                  <wp:extent cx="371475" cy="371475"/>
                  <wp:effectExtent l="0" t="0" r="9525" b="9525"/>
                  <wp:wrapSquare wrapText="bothSides"/>
                  <wp:docPr id="21" name="Picture 21" descr="Image result for calculator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alculator clipar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782"/>
                          <a:stretch/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3A257527" w14:textId="712F7620" w:rsidR="004718A5" w:rsidRPr="009F6C6A" w:rsidRDefault="004718A5" w:rsidP="004718A5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26848" behindDoc="0" locked="0" layoutInCell="1" allowOverlap="1" wp14:anchorId="57DA9931" wp14:editId="04415D22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721424</wp:posOffset>
                  </wp:positionV>
                  <wp:extent cx="572135" cy="401320"/>
                  <wp:effectExtent l="0" t="0" r="0" b="508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77CAF70E" wp14:editId="4074C3CE">
                  <wp:extent cx="838200" cy="994937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94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7AB4F9" w14:textId="0C28CA66" w:rsidR="004718A5" w:rsidRDefault="004718A5" w:rsidP="004718A5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25824" behindDoc="0" locked="0" layoutInCell="1" allowOverlap="1" wp14:anchorId="5A888914" wp14:editId="0A5EC025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6" name="Picture 2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24800" behindDoc="0" locked="0" layoutInCell="1" allowOverlap="1" wp14:anchorId="67FEAE53" wp14:editId="3072A02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7" name="Picture 2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29.2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31C2661D" w14:textId="7E34F289" w:rsidR="00536AAE" w:rsidRDefault="00536AAE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536AAE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4D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433C"/>
    <w:rsid w:val="0007090C"/>
    <w:rsid w:val="000740DB"/>
    <w:rsid w:val="000A43CA"/>
    <w:rsid w:val="000A63AF"/>
    <w:rsid w:val="000B6FAF"/>
    <w:rsid w:val="000E162B"/>
    <w:rsid w:val="00105331"/>
    <w:rsid w:val="00125C71"/>
    <w:rsid w:val="00155A2A"/>
    <w:rsid w:val="001760AE"/>
    <w:rsid w:val="001826A9"/>
    <w:rsid w:val="001D513F"/>
    <w:rsid w:val="001E2A93"/>
    <w:rsid w:val="0020147F"/>
    <w:rsid w:val="00213C21"/>
    <w:rsid w:val="00226418"/>
    <w:rsid w:val="00242309"/>
    <w:rsid w:val="00247FD4"/>
    <w:rsid w:val="002A3B06"/>
    <w:rsid w:val="002B14A3"/>
    <w:rsid w:val="002C5377"/>
    <w:rsid w:val="002D5D86"/>
    <w:rsid w:val="00326247"/>
    <w:rsid w:val="00333535"/>
    <w:rsid w:val="003356C4"/>
    <w:rsid w:val="00344FB5"/>
    <w:rsid w:val="00353B71"/>
    <w:rsid w:val="003D55FD"/>
    <w:rsid w:val="003F51D8"/>
    <w:rsid w:val="003F7761"/>
    <w:rsid w:val="004008D8"/>
    <w:rsid w:val="00431275"/>
    <w:rsid w:val="004718A5"/>
    <w:rsid w:val="00493EE3"/>
    <w:rsid w:val="004A26C7"/>
    <w:rsid w:val="004D2879"/>
    <w:rsid w:val="004F073D"/>
    <w:rsid w:val="0050136B"/>
    <w:rsid w:val="00505FC9"/>
    <w:rsid w:val="00523173"/>
    <w:rsid w:val="00525119"/>
    <w:rsid w:val="00536AAE"/>
    <w:rsid w:val="005D37DE"/>
    <w:rsid w:val="005E3FC2"/>
    <w:rsid w:val="00611673"/>
    <w:rsid w:val="0064471D"/>
    <w:rsid w:val="00651685"/>
    <w:rsid w:val="00665D34"/>
    <w:rsid w:val="00666CDC"/>
    <w:rsid w:val="0066773D"/>
    <w:rsid w:val="006A5DB1"/>
    <w:rsid w:val="006E6A1A"/>
    <w:rsid w:val="0070003E"/>
    <w:rsid w:val="00705472"/>
    <w:rsid w:val="007258C6"/>
    <w:rsid w:val="00734D85"/>
    <w:rsid w:val="007516C1"/>
    <w:rsid w:val="00782957"/>
    <w:rsid w:val="007A4651"/>
    <w:rsid w:val="007B4226"/>
    <w:rsid w:val="007E2C1A"/>
    <w:rsid w:val="00801B65"/>
    <w:rsid w:val="00823ACE"/>
    <w:rsid w:val="0090117B"/>
    <w:rsid w:val="0090585D"/>
    <w:rsid w:val="00950AD6"/>
    <w:rsid w:val="0099142F"/>
    <w:rsid w:val="009A72D8"/>
    <w:rsid w:val="009F6C6A"/>
    <w:rsid w:val="00A06746"/>
    <w:rsid w:val="00A1371A"/>
    <w:rsid w:val="00A5698F"/>
    <w:rsid w:val="00A844B6"/>
    <w:rsid w:val="00AD3C1A"/>
    <w:rsid w:val="00B121BC"/>
    <w:rsid w:val="00B40DC9"/>
    <w:rsid w:val="00B64A68"/>
    <w:rsid w:val="00BE7AC9"/>
    <w:rsid w:val="00BF0512"/>
    <w:rsid w:val="00C11472"/>
    <w:rsid w:val="00C240D5"/>
    <w:rsid w:val="00C35600"/>
    <w:rsid w:val="00C41860"/>
    <w:rsid w:val="00C55B29"/>
    <w:rsid w:val="00C60D83"/>
    <w:rsid w:val="00C6765F"/>
    <w:rsid w:val="00C97FA1"/>
    <w:rsid w:val="00D253BC"/>
    <w:rsid w:val="00D27DA8"/>
    <w:rsid w:val="00D51195"/>
    <w:rsid w:val="00D723BE"/>
    <w:rsid w:val="00D974EA"/>
    <w:rsid w:val="00DB511B"/>
    <w:rsid w:val="00DC16B5"/>
    <w:rsid w:val="00DD6ED1"/>
    <w:rsid w:val="00DF5FFD"/>
    <w:rsid w:val="00E01F39"/>
    <w:rsid w:val="00E20822"/>
    <w:rsid w:val="00E43D6E"/>
    <w:rsid w:val="00E50F92"/>
    <w:rsid w:val="00E54E19"/>
    <w:rsid w:val="00E56494"/>
    <w:rsid w:val="00E7749A"/>
    <w:rsid w:val="00EA0CA1"/>
    <w:rsid w:val="00EC4CCA"/>
    <w:rsid w:val="00F04FE3"/>
    <w:rsid w:val="00F3252F"/>
    <w:rsid w:val="00F35C69"/>
    <w:rsid w:val="00F43DAF"/>
    <w:rsid w:val="00F55161"/>
    <w:rsid w:val="00F55BE2"/>
    <w:rsid w:val="00F8683A"/>
    <w:rsid w:val="00FB0E81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cp:lastPrinted>2019-05-20T15:30:00Z</cp:lastPrinted>
  <dcterms:created xsi:type="dcterms:W3CDTF">2019-05-20T15:28:00Z</dcterms:created>
  <dcterms:modified xsi:type="dcterms:W3CDTF">2019-05-20T15:30:00Z</dcterms:modified>
</cp:coreProperties>
</file>